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5DFA5" w14:textId="77777777" w:rsidR="00CC14A5" w:rsidRDefault="00CC14A5" w:rsidP="00CC14A5"/>
    <w:tbl>
      <w:tblPr>
        <w:tblpPr w:leftFromText="141" w:rightFromText="141" w:vertAnchor="text" w:horzAnchor="margin" w:tblpXSpec="right" w:tblpY="74"/>
        <w:tblW w:w="235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662785" w:rsidRPr="00681A01" w14:paraId="44B96E8D" w14:textId="77777777" w:rsidTr="00662785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71116E17" w14:textId="77777777" w:rsidR="00662785" w:rsidRPr="00681A01" w:rsidRDefault="00662785" w:rsidP="00662785">
            <w:pPr>
              <w:pBdr>
                <w:left w:val="single" w:sz="6" w:space="1" w:color="auto"/>
                <w:right w:val="single" w:sz="6" w:space="1" w:color="auto"/>
              </w:pBdr>
              <w:rPr>
                <w:sz w:val="20"/>
              </w:rPr>
            </w:pPr>
          </w:p>
        </w:tc>
      </w:tr>
    </w:tbl>
    <w:p w14:paraId="18D2FD5A" w14:textId="77777777" w:rsidR="00CC14A5" w:rsidRDefault="00CC14A5" w:rsidP="00CC14A5"/>
    <w:p w14:paraId="714E2F46" w14:textId="77777777" w:rsidR="00CC14A5" w:rsidRPr="00CC14A5" w:rsidRDefault="00CC14A5" w:rsidP="00CC14A5">
      <w:pPr>
        <w:sectPr w:rsidR="00CC14A5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5F787881" w14:textId="77777777" w:rsidR="00977702" w:rsidRPr="00681A01" w:rsidRDefault="00977702">
      <w:pPr>
        <w:rPr>
          <w:b/>
          <w:bCs/>
          <w:sz w:val="20"/>
        </w:rPr>
      </w:pPr>
    </w:p>
    <w:p w14:paraId="2BB3D23E" w14:textId="77777777" w:rsidR="00CC14A5" w:rsidRPr="00681A01" w:rsidRDefault="00CC14A5">
      <w:pPr>
        <w:rPr>
          <w:b/>
          <w:bCs/>
          <w:sz w:val="20"/>
        </w:rPr>
      </w:pPr>
    </w:p>
    <w:p w14:paraId="2C956526" w14:textId="77777777" w:rsidR="00CC14A5" w:rsidRDefault="00CC14A5">
      <w:pPr>
        <w:rPr>
          <w:b/>
          <w:bCs/>
        </w:rPr>
      </w:pPr>
    </w:p>
    <w:p w14:paraId="7A56275C" w14:textId="77777777" w:rsidR="00977702" w:rsidRDefault="00977702">
      <w:pPr>
        <w:rPr>
          <w:b/>
          <w:bCs/>
        </w:rPr>
      </w:pPr>
    </w:p>
    <w:p w14:paraId="5630FC57" w14:textId="77777777" w:rsidR="00DF579B" w:rsidRDefault="00DF579B">
      <w:pPr>
        <w:rPr>
          <w:b/>
          <w:bCs/>
        </w:rPr>
      </w:pPr>
    </w:p>
    <w:p w14:paraId="304D82A1" w14:textId="77777777" w:rsidR="00977702" w:rsidRDefault="00977702">
      <w:pPr>
        <w:rPr>
          <w:b/>
          <w:bCs/>
        </w:rPr>
      </w:pPr>
    </w:p>
    <w:p w14:paraId="289918FB" w14:textId="77777777" w:rsidR="00DF579B" w:rsidRDefault="00DF579B">
      <w:pPr>
        <w:rPr>
          <w:b/>
          <w:bCs/>
        </w:rPr>
        <w:sectPr w:rsidR="00DF579B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14601B65" w14:textId="77777777"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14:paraId="5B4BE90B" w14:textId="77777777" w:rsidTr="00E6175F">
        <w:trPr>
          <w:cantSplit/>
          <w:trHeight w:val="284"/>
        </w:trPr>
        <w:tc>
          <w:tcPr>
            <w:tcW w:w="5216" w:type="dxa"/>
            <w:vMerge w:val="restart"/>
          </w:tcPr>
          <w:p w14:paraId="4607ACBC" w14:textId="7873F838" w:rsidR="004D7333" w:rsidRDefault="007A5694" w:rsidP="00E6175F">
            <w:pPr>
              <w:pStyle w:val="Heading4"/>
              <w:framePr w:w="0" w:hRule="auto" w:wrap="auto" w:vAnchor="margin" w:hAnchor="text" w:xAlign="left" w:yAlign="inline"/>
            </w:pPr>
            <w:r>
              <w:t>Väikesemahuliste ehitust</w:t>
            </w:r>
            <w:r w:rsidR="00B01FFB">
              <w:t>ööde üleandmise ja vastuvõtmise akt</w:t>
            </w:r>
          </w:p>
          <w:p w14:paraId="2F7A873B" w14:textId="77777777" w:rsidR="004D7333" w:rsidRDefault="004D7333" w:rsidP="00E6175F"/>
          <w:p w14:paraId="0AA2C199" w14:textId="77777777" w:rsidR="004D7333" w:rsidRDefault="004D7333" w:rsidP="00E6175F"/>
        </w:tc>
        <w:tc>
          <w:tcPr>
            <w:tcW w:w="4309" w:type="dxa"/>
            <w:vMerge w:val="restart"/>
          </w:tcPr>
          <w:p w14:paraId="20E9B1EC" w14:textId="04BC9E34" w:rsidR="00D05A04" w:rsidRPr="000E51C7" w:rsidRDefault="004D7333" w:rsidP="00D05A04">
            <w:pPr>
              <w:pStyle w:val="NormalWeb"/>
              <w:jc w:val="right"/>
              <w:rPr>
                <w:rFonts w:eastAsia="Calibri"/>
                <w:szCs w:val="22"/>
                <w:lang w:val="et-EE"/>
              </w:rPr>
            </w:pPr>
            <w:r w:rsidRPr="000E51C7">
              <w:rPr>
                <w:rFonts w:ascii="Arial" w:hAnsi="Arial" w:cs="Arial"/>
                <w:lang w:val="et-EE"/>
              </w:rPr>
              <w:br/>
            </w:r>
            <w:r w:rsidRPr="000E51C7">
              <w:rPr>
                <w:lang w:val="et-EE"/>
              </w:rPr>
              <w:t xml:space="preserve"> </w:t>
            </w:r>
            <w:r w:rsidRPr="000E51C7">
              <w:rPr>
                <w:lang w:val="et-EE"/>
              </w:rPr>
              <w:br/>
            </w:r>
            <w:r w:rsidR="00D05A04" w:rsidRPr="000E51C7">
              <w:rPr>
                <w:rFonts w:eastAsia="Calibri"/>
                <w:szCs w:val="22"/>
                <w:lang w:val="et-EE"/>
              </w:rPr>
              <w:t xml:space="preserve"> </w:t>
            </w:r>
          </w:p>
          <w:p w14:paraId="405B6C12" w14:textId="77777777" w:rsidR="00D05A04" w:rsidRDefault="00D05A04" w:rsidP="00D05A04">
            <w:pPr>
              <w:pStyle w:val="NormalWeb"/>
              <w:jc w:val="right"/>
              <w:rPr>
                <w:lang w:val="et-EE"/>
              </w:rPr>
            </w:pPr>
            <w:r>
              <w:rPr>
                <w:rFonts w:eastAsia="Calibri"/>
                <w:szCs w:val="22"/>
              </w:rPr>
              <w:t>(</w:t>
            </w:r>
            <w:proofErr w:type="spellStart"/>
            <w:r>
              <w:rPr>
                <w:rFonts w:eastAsia="Calibri"/>
                <w:szCs w:val="22"/>
              </w:rPr>
              <w:t>hiliseima</w:t>
            </w:r>
            <w:proofErr w:type="spellEnd"/>
            <w:r>
              <w:rPr>
                <w:rFonts w:eastAsia="Calibri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Cs w:val="22"/>
              </w:rPr>
              <w:t>digitaalallkirja</w:t>
            </w:r>
            <w:proofErr w:type="spellEnd"/>
            <w:r>
              <w:rPr>
                <w:rFonts w:eastAsia="Calibri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Cs w:val="22"/>
              </w:rPr>
              <w:t>kuupäev</w:t>
            </w:r>
            <w:proofErr w:type="spellEnd"/>
            <w:r>
              <w:rPr>
                <w:rFonts w:eastAsia="Calibri"/>
                <w:szCs w:val="22"/>
              </w:rPr>
              <w:t>)</w:t>
            </w:r>
          </w:p>
          <w:p w14:paraId="0E4DD75E" w14:textId="77777777" w:rsidR="004D7333" w:rsidRDefault="004D7333" w:rsidP="00D05A04">
            <w:pPr>
              <w:ind w:right="739"/>
              <w:jc w:val="right"/>
            </w:pPr>
          </w:p>
        </w:tc>
      </w:tr>
      <w:tr w:rsidR="004D7333" w14:paraId="1BBC2EB1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0A38382C" w14:textId="77777777" w:rsidR="004D7333" w:rsidRDefault="004D7333" w:rsidP="00E6175F"/>
        </w:tc>
        <w:tc>
          <w:tcPr>
            <w:tcW w:w="4309" w:type="dxa"/>
            <w:vMerge/>
          </w:tcPr>
          <w:p w14:paraId="29CF960D" w14:textId="77777777" w:rsidR="004D7333" w:rsidRDefault="004D7333" w:rsidP="00E6175F"/>
        </w:tc>
      </w:tr>
    </w:tbl>
    <w:p w14:paraId="1D57F819" w14:textId="77777777" w:rsidR="004D7333" w:rsidRDefault="004D7333">
      <w:pPr>
        <w:rPr>
          <w:b/>
          <w:bCs/>
        </w:rPr>
      </w:pPr>
    </w:p>
    <w:p w14:paraId="52D5889C" w14:textId="36286C09" w:rsidR="004D6A17" w:rsidRDefault="00B92811">
      <w:pPr>
        <w:rPr>
          <w:rFonts w:eastAsia="Calibri"/>
          <w:b/>
        </w:rPr>
      </w:pPr>
      <w:r w:rsidRPr="00B92811">
        <w:rPr>
          <w:rFonts w:eastAsia="Calibri"/>
          <w:b/>
        </w:rPr>
        <w:t>V</w:t>
      </w:r>
      <w:r w:rsidR="007A5694">
        <w:rPr>
          <w:rFonts w:eastAsia="Calibri"/>
          <w:b/>
        </w:rPr>
        <w:t xml:space="preserve">äikesemahuliste </w:t>
      </w:r>
      <w:r w:rsidR="00246A77">
        <w:rPr>
          <w:rFonts w:eastAsia="Calibri"/>
          <w:b/>
        </w:rPr>
        <w:t>tööde töövõtulepingu</w:t>
      </w:r>
      <w:r w:rsidRPr="00B92811">
        <w:rPr>
          <w:rFonts w:eastAsia="Calibri"/>
          <w:b/>
        </w:rPr>
        <w:t xml:space="preserve"> nr. 17-5/2024/4</w:t>
      </w:r>
      <w:r>
        <w:rPr>
          <w:rFonts w:eastAsia="Calibri"/>
          <w:b/>
        </w:rPr>
        <w:t xml:space="preserve"> </w:t>
      </w:r>
      <w:r w:rsidR="007A424C">
        <w:rPr>
          <w:rFonts w:eastAsia="Calibri"/>
          <w:b/>
        </w:rPr>
        <w:t>täitmine</w:t>
      </w:r>
    </w:p>
    <w:p w14:paraId="64E6A4FB" w14:textId="77777777" w:rsidR="00DA3460" w:rsidRDefault="00DA3460"/>
    <w:p w14:paraId="7F5428FE" w14:textId="77777777" w:rsidR="00710F3F" w:rsidRDefault="00710F3F">
      <w:pPr>
        <w:rPr>
          <w:sz w:val="26"/>
        </w:rPr>
      </w:pPr>
    </w:p>
    <w:p w14:paraId="5AB5831F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00741701" w14:textId="527A6268" w:rsidR="00710F3F" w:rsidRDefault="00681A01" w:rsidP="00E55876">
      <w:pPr>
        <w:pStyle w:val="ListParagraph"/>
        <w:numPr>
          <w:ilvl w:val="0"/>
          <w:numId w:val="4"/>
        </w:numPr>
        <w:ind w:left="426" w:hanging="425"/>
        <w:jc w:val="both"/>
      </w:pPr>
      <w:r>
        <w:t>Käesolevaga töövõtja annab üle ja t</w:t>
      </w:r>
      <w:r w:rsidR="00710F3F">
        <w:t xml:space="preserve">ellija võtab vastu RMK ja </w:t>
      </w:r>
      <w:r w:rsidR="00B92811">
        <w:t xml:space="preserve">Osaühing ISTRUP OÜ </w:t>
      </w:r>
      <w:r w:rsidR="00710F3F">
        <w:t>vahel</w:t>
      </w:r>
      <w:r w:rsidR="00710F3F" w:rsidRPr="00E55876">
        <w:rPr>
          <w:b/>
          <w:bCs/>
        </w:rPr>
        <w:t xml:space="preserve"> </w:t>
      </w:r>
      <w:sdt>
        <w:sdtPr>
          <w:id w:val="-14308230"/>
          <w:placeholder>
            <w:docPart w:val="10B933810625493987B3CD2B83F59D35"/>
          </w:placeholder>
          <w:date w:fullDate="2024-04-23T00:00:00Z">
            <w:dateFormat w:val="d.MM.yyyy"/>
            <w:lid w:val="et-EE"/>
            <w:storeMappedDataAs w:val="dateTime"/>
            <w:calendar w:val="gregorian"/>
          </w:date>
        </w:sdtPr>
        <w:sdtContent>
          <w:r w:rsidR="00B92811">
            <w:t>23.04.2024</w:t>
          </w:r>
        </w:sdtContent>
      </w:sdt>
      <w:r>
        <w:t xml:space="preserve"> </w:t>
      </w:r>
      <w:r w:rsidR="00710F3F">
        <w:t>sõlmitud töövõtulepingu nr</w:t>
      </w:r>
      <w:r w:rsidR="002131A5">
        <w:t xml:space="preserve"> </w:t>
      </w:r>
      <w:r w:rsidR="00B92811" w:rsidRPr="00B92811">
        <w:t>17-5/2024/4</w:t>
      </w:r>
      <w:r>
        <w:t xml:space="preserve"> </w:t>
      </w:r>
      <w:r w:rsidR="00710F3F">
        <w:t>kohaselt tehtud järgmise töö:</w:t>
      </w:r>
    </w:p>
    <w:p w14:paraId="00A33392" w14:textId="77777777" w:rsidR="00710F3F" w:rsidRDefault="00710F3F" w:rsidP="00E55876">
      <w:pPr>
        <w:ind w:left="426" w:hanging="425"/>
        <w:jc w:val="both"/>
      </w:pPr>
    </w:p>
    <w:p w14:paraId="0FFE0FFB" w14:textId="31D476EB" w:rsidR="00710F3F" w:rsidRDefault="00B92811" w:rsidP="00E55876">
      <w:pPr>
        <w:pStyle w:val="ListParagraph"/>
        <w:ind w:left="426"/>
        <w:jc w:val="both"/>
      </w:pPr>
      <w:r>
        <w:rPr>
          <w:szCs w:val="24"/>
        </w:rPr>
        <w:t>R</w:t>
      </w:r>
      <w:r w:rsidRPr="00B92811">
        <w:rPr>
          <w:szCs w:val="24"/>
        </w:rPr>
        <w:t xml:space="preserve">MK </w:t>
      </w:r>
      <w:proofErr w:type="spellStart"/>
      <w:r w:rsidRPr="00B92811">
        <w:rPr>
          <w:szCs w:val="24"/>
        </w:rPr>
        <w:t>Põlula</w:t>
      </w:r>
      <w:proofErr w:type="spellEnd"/>
      <w:r w:rsidRPr="00B92811">
        <w:rPr>
          <w:szCs w:val="24"/>
        </w:rPr>
        <w:t xml:space="preserve"> Kalakasvatuskeskuse väljavoolutiigi rekonstrueerimine</w:t>
      </w:r>
      <w:r>
        <w:rPr>
          <w:szCs w:val="24"/>
        </w:rPr>
        <w:t>.</w:t>
      </w:r>
    </w:p>
    <w:p w14:paraId="20B7C80B" w14:textId="77777777" w:rsidR="00710F3F" w:rsidRDefault="00710F3F" w:rsidP="00E55876">
      <w:pPr>
        <w:ind w:left="426" w:hanging="425"/>
        <w:jc w:val="both"/>
      </w:pPr>
    </w:p>
    <w:p w14:paraId="45820D7F" w14:textId="69785543" w:rsidR="00710F3F" w:rsidRDefault="00710F3F" w:rsidP="00E55876">
      <w:pPr>
        <w:pStyle w:val="ListParagraph"/>
        <w:numPr>
          <w:ilvl w:val="0"/>
          <w:numId w:val="4"/>
        </w:numPr>
        <w:ind w:left="426"/>
        <w:jc w:val="both"/>
      </w:pPr>
      <w:r>
        <w:t>Tellija tasub tehtud töö eest</w:t>
      </w:r>
      <w:r w:rsidR="00D05A04">
        <w:t xml:space="preserve"> </w:t>
      </w:r>
      <w:r w:rsidR="00B92811" w:rsidRPr="00B92811">
        <w:t>12 350,00 (kaksteist tuhat kolmsada viiskümmend)</w:t>
      </w:r>
      <w:r w:rsidR="00B92811">
        <w:t xml:space="preserve"> </w:t>
      </w:r>
      <w:r w:rsidR="001F58D6">
        <w:t>eurot</w:t>
      </w:r>
      <w:r w:rsidR="00DA3460">
        <w:t>.</w:t>
      </w:r>
    </w:p>
    <w:p w14:paraId="294CABE0" w14:textId="77777777" w:rsidR="00710F3F" w:rsidRDefault="00710F3F" w:rsidP="00BE062A">
      <w:pPr>
        <w:ind w:firstLine="1"/>
        <w:jc w:val="both"/>
      </w:pPr>
    </w:p>
    <w:p w14:paraId="7D6A6D5D" w14:textId="6ED369B1" w:rsidR="00710F3F" w:rsidRDefault="00000000" w:rsidP="00E55876">
      <w:pPr>
        <w:pStyle w:val="ListParagraph"/>
        <w:numPr>
          <w:ilvl w:val="0"/>
          <w:numId w:val="4"/>
        </w:numPr>
        <w:ind w:left="426"/>
      </w:pPr>
      <w:sdt>
        <w:sdtPr>
          <w:id w:val="-189151537"/>
          <w:placeholder>
            <w:docPart w:val="1236E0A9D4144FD8A8FF463D13B5E947"/>
          </w:placeholder>
          <w:comboBox>
            <w:listItem w:displayText=" " w:value=" "/>
            <w:listItem w:displayText="Akt on allkirjastatud digitaalselt." w:value="Akt on allkirjastatud digitaalselt."/>
            <w:listItem w:displayText="Akt on allkirjastatud paberkandjal kahes võrdset juriidilist jõudu omavas eksemplaris, millest kumbki pool saab ühe eksemplari." w:value="Akt on allkirjastatud paberkandjal kahes võrdset juriidilist jõudu omavas eksemplaris, millest kumbki pool saab ühe eksemplari."/>
          </w:comboBox>
        </w:sdtPr>
        <w:sdtContent>
          <w:r w:rsidR="00B92811">
            <w:t>Akt on allkirjastatud digitaalselt.</w:t>
          </w:r>
        </w:sdtContent>
      </w:sdt>
    </w:p>
    <w:p w14:paraId="76F28371" w14:textId="77777777" w:rsidR="00E55876" w:rsidRDefault="00E55876" w:rsidP="00E55876">
      <w:pPr>
        <w:ind w:left="426"/>
        <w:sectPr w:rsidR="00E55876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50A96D3A" w14:textId="77777777" w:rsidR="00710F3F" w:rsidRDefault="00710F3F" w:rsidP="001655A9"/>
    <w:p w14:paraId="0ED0288F" w14:textId="77777777" w:rsidR="007B3EA9" w:rsidRDefault="007B3EA9">
      <w:pPr>
        <w:rPr>
          <w:i/>
          <w:iCs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8"/>
      </w:tblGrid>
      <w:tr w:rsidR="00662785" w14:paraId="0DD263BA" w14:textId="77777777" w:rsidTr="00E0466D">
        <w:tc>
          <w:tcPr>
            <w:tcW w:w="4757" w:type="dxa"/>
          </w:tcPr>
          <w:p w14:paraId="62B0AB4C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Tellija</w:t>
            </w:r>
          </w:p>
        </w:tc>
        <w:tc>
          <w:tcPr>
            <w:tcW w:w="4758" w:type="dxa"/>
          </w:tcPr>
          <w:p w14:paraId="2EA8690A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Töövõtja</w:t>
            </w:r>
          </w:p>
        </w:tc>
      </w:tr>
      <w:tr w:rsidR="00E0466D" w14:paraId="5E676393" w14:textId="77777777" w:rsidTr="00E0466D">
        <w:tc>
          <w:tcPr>
            <w:tcW w:w="4757" w:type="dxa"/>
          </w:tcPr>
          <w:p w14:paraId="5B4887CC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088E83EA" w14:textId="77777777" w:rsidR="00E0466D" w:rsidRDefault="00E0466D">
            <w:pPr>
              <w:rPr>
                <w:b/>
              </w:rPr>
            </w:pPr>
          </w:p>
        </w:tc>
      </w:tr>
      <w:tr w:rsidR="00E0466D" w14:paraId="0910BAED" w14:textId="77777777" w:rsidTr="00E0466D">
        <w:tc>
          <w:tcPr>
            <w:tcW w:w="4757" w:type="dxa"/>
          </w:tcPr>
          <w:p w14:paraId="3F63E7C0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76BE996C" w14:textId="77777777" w:rsidR="00E0466D" w:rsidRDefault="00E0466D">
            <w:pPr>
              <w:rPr>
                <w:b/>
              </w:rPr>
            </w:pPr>
          </w:p>
        </w:tc>
      </w:tr>
      <w:tr w:rsidR="00662785" w14:paraId="226CC80A" w14:textId="77777777" w:rsidTr="00E0466D">
        <w:tc>
          <w:tcPr>
            <w:tcW w:w="4757" w:type="dxa"/>
          </w:tcPr>
          <w:p w14:paraId="61DFBEC8" w14:textId="446F765E" w:rsidR="00662785" w:rsidRDefault="00000000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-180826936"/>
                <w:placeholder>
                  <w:docPart w:val="11D631503E574010BF5165740D8C327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B92811">
                  <w:rPr>
                    <w:lang w:eastAsia="et-EE"/>
                  </w:rPr>
                  <w:t>(allkirjastatud digitaalselt)</w:t>
                </w:r>
              </w:sdtContent>
            </w:sdt>
          </w:p>
        </w:tc>
        <w:tc>
          <w:tcPr>
            <w:tcW w:w="4758" w:type="dxa"/>
          </w:tcPr>
          <w:p w14:paraId="5FA6F0B2" w14:textId="044AC6C0" w:rsidR="00662785" w:rsidRDefault="00000000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1161896150"/>
                <w:placeholder>
                  <w:docPart w:val="59D21104934642B1A17F9EF0010447C1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B92811">
                  <w:rPr>
                    <w:lang w:eastAsia="et-EE"/>
                  </w:rPr>
                  <w:t>(allkirjastatud digitaalselt)</w:t>
                </w:r>
              </w:sdtContent>
            </w:sdt>
          </w:p>
        </w:tc>
      </w:tr>
      <w:tr w:rsidR="00E0466D" w14:paraId="6CF5E391" w14:textId="77777777" w:rsidTr="00E0466D">
        <w:tc>
          <w:tcPr>
            <w:tcW w:w="4757" w:type="dxa"/>
          </w:tcPr>
          <w:p w14:paraId="4242E646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1B88DF94" w14:textId="77777777" w:rsidR="00E0466D" w:rsidRDefault="00E0466D">
            <w:pPr>
              <w:rPr>
                <w:lang w:eastAsia="et-EE"/>
              </w:rPr>
            </w:pPr>
          </w:p>
        </w:tc>
      </w:tr>
      <w:tr w:rsidR="00E0466D" w14:paraId="7AB92EDB" w14:textId="77777777" w:rsidTr="00E0466D">
        <w:tc>
          <w:tcPr>
            <w:tcW w:w="4757" w:type="dxa"/>
          </w:tcPr>
          <w:p w14:paraId="3028115C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0C2ECE9E" w14:textId="77777777" w:rsidR="00E0466D" w:rsidRDefault="00E0466D">
            <w:pPr>
              <w:rPr>
                <w:lang w:eastAsia="et-EE"/>
              </w:rPr>
            </w:pPr>
          </w:p>
        </w:tc>
      </w:tr>
      <w:tr w:rsidR="00662785" w14:paraId="4867A826" w14:textId="77777777" w:rsidTr="00E0466D">
        <w:tc>
          <w:tcPr>
            <w:tcW w:w="4757" w:type="dxa"/>
          </w:tcPr>
          <w:p w14:paraId="2D476EE3" w14:textId="7DC9DA8E" w:rsidR="00662785" w:rsidRDefault="00B92811">
            <w:pPr>
              <w:rPr>
                <w:iCs/>
              </w:rPr>
            </w:pPr>
            <w:r>
              <w:rPr>
                <w:spacing w:val="0"/>
                <w:lang w:val="en-AU"/>
              </w:rPr>
              <w:t>Kunnar Klaas</w:t>
            </w:r>
          </w:p>
        </w:tc>
        <w:tc>
          <w:tcPr>
            <w:tcW w:w="4758" w:type="dxa"/>
          </w:tcPr>
          <w:p w14:paraId="2875C086" w14:textId="293EC5E0" w:rsidR="00662785" w:rsidRDefault="00B92811" w:rsidP="00E54A18">
            <w:pPr>
              <w:tabs>
                <w:tab w:val="right" w:pos="4542"/>
              </w:tabs>
              <w:rPr>
                <w:iCs/>
              </w:rPr>
            </w:pPr>
            <w:r>
              <w:rPr>
                <w:spacing w:val="0"/>
              </w:rPr>
              <w:t>Vallo Holm</w:t>
            </w:r>
          </w:p>
        </w:tc>
      </w:tr>
    </w:tbl>
    <w:p w14:paraId="4BAAA0FB" w14:textId="77777777" w:rsidR="00710F3F" w:rsidRPr="00662785" w:rsidRDefault="00710F3F">
      <w:pPr>
        <w:rPr>
          <w:iCs/>
        </w:rPr>
      </w:pPr>
    </w:p>
    <w:sectPr w:rsidR="00710F3F" w:rsidRPr="00662785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F091" w14:textId="77777777" w:rsidR="00D4183B" w:rsidRDefault="00D4183B">
      <w:r>
        <w:separator/>
      </w:r>
    </w:p>
  </w:endnote>
  <w:endnote w:type="continuationSeparator" w:id="0">
    <w:p w14:paraId="7FE009BE" w14:textId="77777777" w:rsidR="00D4183B" w:rsidRDefault="00D4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5544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190B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A9851" w14:textId="77777777" w:rsidR="00546B39" w:rsidRDefault="00546B3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61E16" w14:textId="77777777" w:rsidR="00D4183B" w:rsidRDefault="00D4183B">
      <w:r>
        <w:separator/>
      </w:r>
    </w:p>
  </w:footnote>
  <w:footnote w:type="continuationSeparator" w:id="0">
    <w:p w14:paraId="49B2851A" w14:textId="77777777" w:rsidR="00D4183B" w:rsidRDefault="00D41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196B" w14:textId="77777777" w:rsidR="00546B39" w:rsidRDefault="00546B3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921A" w14:textId="77777777" w:rsidR="00546B39" w:rsidRDefault="00546B39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F60A" w14:textId="77777777" w:rsidR="00546B39" w:rsidRDefault="00546B3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2FD274B"/>
    <w:multiLevelType w:val="hybridMultilevel"/>
    <w:tmpl w:val="30BE6146"/>
    <w:lvl w:ilvl="0" w:tplc="F3AE0DD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AF3074E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6314C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776272">
    <w:abstractNumId w:val="0"/>
  </w:num>
  <w:num w:numId="2" w16cid:durableId="980617110">
    <w:abstractNumId w:val="2"/>
  </w:num>
  <w:num w:numId="3" w16cid:durableId="666715544">
    <w:abstractNumId w:val="3"/>
  </w:num>
  <w:num w:numId="4" w16cid:durableId="1657145500">
    <w:abstractNumId w:val="1"/>
  </w:num>
  <w:num w:numId="5" w16cid:durableId="197632804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11"/>
    <w:rsid w:val="000B3ECA"/>
    <w:rsid w:val="000E51C7"/>
    <w:rsid w:val="001655A9"/>
    <w:rsid w:val="00167B52"/>
    <w:rsid w:val="001C1744"/>
    <w:rsid w:val="001E3E86"/>
    <w:rsid w:val="001F58D6"/>
    <w:rsid w:val="002037BB"/>
    <w:rsid w:val="002131A5"/>
    <w:rsid w:val="00246A77"/>
    <w:rsid w:val="002D6C61"/>
    <w:rsid w:val="003066C3"/>
    <w:rsid w:val="0039404B"/>
    <w:rsid w:val="004420B4"/>
    <w:rsid w:val="004A5FCB"/>
    <w:rsid w:val="004D6A17"/>
    <w:rsid w:val="004D7333"/>
    <w:rsid w:val="004E1487"/>
    <w:rsid w:val="00530B34"/>
    <w:rsid w:val="00546B39"/>
    <w:rsid w:val="00582B14"/>
    <w:rsid w:val="005D6B4D"/>
    <w:rsid w:val="00635047"/>
    <w:rsid w:val="00662785"/>
    <w:rsid w:val="006642C2"/>
    <w:rsid w:val="00666786"/>
    <w:rsid w:val="00677841"/>
    <w:rsid w:val="00681A01"/>
    <w:rsid w:val="006E271B"/>
    <w:rsid w:val="00710F3F"/>
    <w:rsid w:val="00777070"/>
    <w:rsid w:val="007A424C"/>
    <w:rsid w:val="007A5694"/>
    <w:rsid w:val="007B3EA9"/>
    <w:rsid w:val="007C36EC"/>
    <w:rsid w:val="00810864"/>
    <w:rsid w:val="00834DD2"/>
    <w:rsid w:val="009769BD"/>
    <w:rsid w:val="00977702"/>
    <w:rsid w:val="009F002E"/>
    <w:rsid w:val="00A159EA"/>
    <w:rsid w:val="00AB4B23"/>
    <w:rsid w:val="00AE2E7D"/>
    <w:rsid w:val="00B01FFB"/>
    <w:rsid w:val="00B727B2"/>
    <w:rsid w:val="00B92811"/>
    <w:rsid w:val="00B93333"/>
    <w:rsid w:val="00B976ED"/>
    <w:rsid w:val="00BD648A"/>
    <w:rsid w:val="00BE062A"/>
    <w:rsid w:val="00BF353A"/>
    <w:rsid w:val="00C05660"/>
    <w:rsid w:val="00C21A0D"/>
    <w:rsid w:val="00C867B7"/>
    <w:rsid w:val="00CC14A5"/>
    <w:rsid w:val="00D05A04"/>
    <w:rsid w:val="00D4183B"/>
    <w:rsid w:val="00D814F5"/>
    <w:rsid w:val="00D914EE"/>
    <w:rsid w:val="00DA3460"/>
    <w:rsid w:val="00DD2ED8"/>
    <w:rsid w:val="00DF579B"/>
    <w:rsid w:val="00E0466D"/>
    <w:rsid w:val="00E54A18"/>
    <w:rsid w:val="00E55876"/>
    <w:rsid w:val="00E6175F"/>
    <w:rsid w:val="00E73F85"/>
    <w:rsid w:val="00EB22DA"/>
    <w:rsid w:val="00F6622C"/>
    <w:rsid w:val="00F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8F9F8C3"/>
  <w15:docId w15:val="{C090B022-F0CC-4E8C-B0EC-12D1CB7A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table" w:styleId="TableGrid">
    <w:name w:val="Table Grid"/>
    <w:basedOn w:val="TableNormal"/>
    <w:uiPriority w:val="59"/>
    <w:rsid w:val="00681A0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D05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05A0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NormalWeb">
    <w:name w:val="Normal (Web)"/>
    <w:basedOn w:val="Normal"/>
    <w:rsid w:val="00D05A04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D05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05A04"/>
    <w:rPr>
      <w:spacing w:val="0"/>
      <w:position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A04"/>
    <w:rPr>
      <w:lang w:eastAsia="en-US"/>
    </w:rPr>
  </w:style>
  <w:style w:type="paragraph" w:styleId="ListParagraph">
    <w:name w:val="List Paragraph"/>
    <w:basedOn w:val="Normal"/>
    <w:uiPriority w:val="34"/>
    <w:qFormat/>
    <w:rsid w:val="00777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nnar.klaas\Downloads\akt%20t&#246;&#246;v&#245;tulepingu%20juurde%20(juriidilise%20isiku%20v&#245;i%20fie-ga)%20(4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B933810625493987B3CD2B83F59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E861E-D783-4395-A70A-1822FC01256F}"/>
      </w:docPartPr>
      <w:docPartBody>
        <w:p w:rsidR="00871C42" w:rsidRDefault="00000000">
          <w:pPr>
            <w:pStyle w:val="10B933810625493987B3CD2B83F59D35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1236E0A9D4144FD8A8FF463D13B5E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C1223-4646-493A-99A3-7CA8835788F9}"/>
      </w:docPartPr>
      <w:docPartBody>
        <w:p w:rsidR="00871C42" w:rsidRDefault="00000000">
          <w:pPr>
            <w:pStyle w:val="1236E0A9D4144FD8A8FF463D13B5E94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1D631503E574010BF5165740D8C3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F111C-8A9C-46E1-A1F3-E43C8A4E239A}"/>
      </w:docPartPr>
      <w:docPartBody>
        <w:p w:rsidR="00871C42" w:rsidRDefault="00000000">
          <w:pPr>
            <w:pStyle w:val="11D631503E574010BF5165740D8C327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9D21104934642B1A17F9EF001044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AFAD8-5AA3-4158-B703-B3B424FD64F4}"/>
      </w:docPartPr>
      <w:docPartBody>
        <w:p w:rsidR="00871C42" w:rsidRDefault="00000000">
          <w:pPr>
            <w:pStyle w:val="59D21104934642B1A17F9EF0010447C1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9F8"/>
    <w:rsid w:val="000B3ECA"/>
    <w:rsid w:val="004F1C93"/>
    <w:rsid w:val="00871C42"/>
    <w:rsid w:val="00F7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0B933810625493987B3CD2B83F59D35">
    <w:name w:val="10B933810625493987B3CD2B83F59D35"/>
  </w:style>
  <w:style w:type="paragraph" w:customStyle="1" w:styleId="1236E0A9D4144FD8A8FF463D13B5E947">
    <w:name w:val="1236E0A9D4144FD8A8FF463D13B5E947"/>
  </w:style>
  <w:style w:type="paragraph" w:customStyle="1" w:styleId="11D631503E574010BF5165740D8C3275">
    <w:name w:val="11D631503E574010BF5165740D8C3275"/>
  </w:style>
  <w:style w:type="paragraph" w:customStyle="1" w:styleId="59D21104934642B1A17F9EF0010447C1">
    <w:name w:val="59D21104934642B1A17F9EF001044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C:\Users\kunnar.klaas\Downloads\akt töövõtulepingu juurde (juriidilise isiku või fie-ga) (4).dotx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Kunnar Klaas</dc:creator>
  <cp:lastModifiedBy>vallo holm</cp:lastModifiedBy>
  <cp:revision>2</cp:revision>
  <cp:lastPrinted>2004-03-16T09:02:00Z</cp:lastPrinted>
  <dcterms:created xsi:type="dcterms:W3CDTF">2024-06-10T05:52:00Z</dcterms:created>
  <dcterms:modified xsi:type="dcterms:W3CDTF">2024-06-10T05:52:00Z</dcterms:modified>
</cp:coreProperties>
</file>